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26EB" w14:paraId="4C7A1249" w14:textId="77777777" w:rsidTr="00146EEC">
        <w:tc>
          <w:tcPr>
            <w:tcW w:w="2689" w:type="dxa"/>
          </w:tcPr>
          <w:p w14:paraId="2CFF01E4" w14:textId="659DA48B" w:rsidR="000D26EB" w:rsidRPr="00A326C2" w:rsidRDefault="000D26EB" w:rsidP="004F0932">
            <w:pPr>
              <w:pStyle w:val="SIText"/>
            </w:pPr>
            <w:r>
              <w:t xml:space="preserve">Release </w:t>
            </w:r>
            <w:r w:rsidR="004F0932">
              <w:t>1</w:t>
            </w:r>
          </w:p>
        </w:tc>
        <w:tc>
          <w:tcPr>
            <w:tcW w:w="6939" w:type="dxa"/>
          </w:tcPr>
          <w:p w14:paraId="4DF85FA5" w14:textId="6BBE4F5F" w:rsidR="000D26EB" w:rsidRPr="00A326C2" w:rsidRDefault="000D26EB" w:rsidP="004F0932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4F093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15254F8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F0932">
              <w:t>3</w:t>
            </w:r>
            <w:r w:rsidR="00813629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50826E5B" w:rsidR="00F1480E" w:rsidRPr="000754EC" w:rsidRDefault="00966E90" w:rsidP="00DC2AC7">
            <w:pPr>
              <w:pStyle w:val="SIUnittitle"/>
            </w:pPr>
            <w:r w:rsidRPr="00966E90">
              <w:t>Read and interpret timber</w:t>
            </w:r>
            <w:r w:rsidR="009B246C">
              <w:t xml:space="preserve"> </w:t>
            </w:r>
            <w:r w:rsidRPr="00966E90">
              <w:t>truss</w:t>
            </w:r>
            <w:r w:rsidR="00CD31EA" w:rsidRPr="00966E90">
              <w:t xml:space="preserve"> </w:t>
            </w:r>
            <w:r w:rsidRPr="00966E90">
              <w:t xml:space="preserve">or </w:t>
            </w:r>
            <w:r w:rsidR="002C2047">
              <w:t xml:space="preserve">wall </w:t>
            </w:r>
            <w:r w:rsidRPr="00966E90">
              <w:t>frame fabrication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56DA47" w14:textId="7ECE941F" w:rsidR="001103DC" w:rsidRDefault="00966E90" w:rsidP="00966E90">
            <w:r w:rsidRPr="00966E90">
              <w:t xml:space="preserve">This unit of competency describes the </w:t>
            </w:r>
            <w:r w:rsidR="00996EE9">
              <w:t>skills and knowledge</w:t>
            </w:r>
            <w:r w:rsidR="00996EE9" w:rsidRPr="00966E90">
              <w:t xml:space="preserve"> </w:t>
            </w:r>
            <w:r w:rsidRPr="00966E90">
              <w:t xml:space="preserve">required to read and interpret </w:t>
            </w:r>
            <w:r w:rsidR="00D9478D">
              <w:t xml:space="preserve">timber floor </w:t>
            </w:r>
            <w:r w:rsidRPr="00966E90">
              <w:t>truss</w:t>
            </w:r>
            <w:r w:rsidR="00D9478D">
              <w:t xml:space="preserve"> or timber wall frame or timber</w:t>
            </w:r>
            <w:r w:rsidRPr="00966E90">
              <w:t xml:space="preserve"> </w:t>
            </w:r>
            <w:r w:rsidR="00D9478D">
              <w:t>roof</w:t>
            </w:r>
            <w:r w:rsidRPr="00966E90">
              <w:t xml:space="preserve"> </w:t>
            </w:r>
            <w:r w:rsidR="00D9478D">
              <w:t xml:space="preserve">truss </w:t>
            </w:r>
            <w:r w:rsidRPr="00966E90">
              <w:t>fabrication plans</w:t>
            </w:r>
            <w:r w:rsidR="00490E74">
              <w:t>. It includes</w:t>
            </w:r>
            <w:r w:rsidR="004F41C6">
              <w:t xml:space="preserve"> </w:t>
            </w:r>
            <w:r w:rsidR="00FD02C5">
              <w:t>assembly components</w:t>
            </w:r>
            <w:r w:rsidR="00854A89">
              <w:t xml:space="preserve">, </w:t>
            </w:r>
            <w:r w:rsidR="004F41C6">
              <w:t>fabrication and installation details</w:t>
            </w:r>
            <w:r w:rsidRPr="00966E90">
              <w:t xml:space="preserve">. </w:t>
            </w:r>
          </w:p>
          <w:p w14:paraId="17C3A828" w14:textId="5E00AA50" w:rsidR="00966E90" w:rsidRPr="00966E90" w:rsidRDefault="00966E90" w:rsidP="00966E90">
            <w:r w:rsidRPr="00966E90">
              <w:t>Work is completed in a forest and wood products factory setting.</w:t>
            </w:r>
          </w:p>
          <w:p w14:paraId="2C6BDF12" w14:textId="6A30E8A5" w:rsidR="00966E90" w:rsidRDefault="00966E90" w:rsidP="00966E90">
            <w:r w:rsidRPr="00966E90">
              <w:t xml:space="preserve">The unit applies to </w:t>
            </w:r>
            <w:r w:rsidR="00062FEF">
              <w:t>t</w:t>
            </w:r>
            <w:r w:rsidRPr="00966E90">
              <w:t xml:space="preserve">imber </w:t>
            </w:r>
            <w:r w:rsidR="00062FEF">
              <w:t>m</w:t>
            </w:r>
            <w:r w:rsidRPr="00966E90">
              <w:t xml:space="preserve">anufactured </w:t>
            </w:r>
            <w:r w:rsidR="00062FEF">
              <w:t>p</w:t>
            </w:r>
            <w:r w:rsidRPr="00966E90">
              <w:t xml:space="preserve">roducts </w:t>
            </w:r>
            <w:r w:rsidR="00062FEF">
              <w:t>t</w:t>
            </w:r>
            <w:r w:rsidRPr="00966E90">
              <w:t>echnician</w:t>
            </w:r>
            <w:r w:rsidR="00526178">
              <w:t>s</w:t>
            </w:r>
            <w:r w:rsidRPr="00966E90">
              <w:t xml:space="preserve">, </w:t>
            </w:r>
            <w:r w:rsidR="00062FEF">
              <w:t>t</w:t>
            </w:r>
            <w:r w:rsidRPr="00966E90">
              <w:t xml:space="preserve">imber </w:t>
            </w:r>
            <w:r w:rsidR="00062FEF">
              <w:t>f</w:t>
            </w:r>
            <w:r w:rsidRPr="00966E90">
              <w:t>abricator</w:t>
            </w:r>
            <w:r w:rsidR="00526178">
              <w:t>s</w:t>
            </w:r>
            <w:r w:rsidRPr="00966E90">
              <w:t xml:space="preserve">, </w:t>
            </w:r>
            <w:r w:rsidR="00062FEF">
              <w:t>m</w:t>
            </w:r>
            <w:r w:rsidRPr="00966E90">
              <w:t xml:space="preserve">achine </w:t>
            </w:r>
            <w:r w:rsidR="00062FEF">
              <w:t>o</w:t>
            </w:r>
            <w:r w:rsidRPr="00966E90">
              <w:t>perator</w:t>
            </w:r>
            <w:r w:rsidR="00526178">
              <w:t>s</w:t>
            </w:r>
            <w:r w:rsidRPr="00966E90">
              <w:t>.</w:t>
            </w:r>
          </w:p>
          <w:p w14:paraId="5D3F17A0" w14:textId="7159FC39" w:rsidR="00062FEF" w:rsidRDefault="00062FEF" w:rsidP="00966E90">
            <w:r w:rsidRPr="00143313">
              <w:rPr>
                <w:iCs/>
                <w:szCs w:val="20"/>
                <w:lang w:eastAsia="en-GB"/>
              </w:rPr>
              <w:t>The unit is suitable for those with basic skills and knowledge undertaking routine work tasks under the direction of more experienced workers.</w:t>
            </w:r>
          </w:p>
          <w:p w14:paraId="216189FE" w14:textId="242E0155" w:rsidR="00373436" w:rsidRPr="000754EC" w:rsidRDefault="00966E90" w:rsidP="00966E90">
            <w:r w:rsidRPr="00966E90">
              <w:t>No licensing, legislative</w:t>
            </w:r>
            <w:r w:rsidR="005258AD">
              <w:t xml:space="preserve"> </w:t>
            </w:r>
            <w:r w:rsidRPr="00966E90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8D4999" w14:textId="13F5DFA4" w:rsidR="00F408D4" w:rsidRPr="00F408D4" w:rsidRDefault="00F408D4" w:rsidP="00F408D4">
            <w:r w:rsidRPr="00F408D4">
              <w:t xml:space="preserve">Timber </w:t>
            </w:r>
            <w:r w:rsidR="00445256">
              <w:t xml:space="preserve">Truss and Frame Design and </w:t>
            </w:r>
            <w:r w:rsidRPr="00F408D4">
              <w:t>Manufacture</w:t>
            </w:r>
          </w:p>
          <w:p w14:paraId="09A9DCBA" w14:textId="5A914E2C" w:rsidR="00F1480E" w:rsidRPr="000754EC" w:rsidRDefault="000D26EB" w:rsidP="00F408D4">
            <w:r>
              <w:t>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6E90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370E5A6" w:rsidR="00966E90" w:rsidRPr="00966E90" w:rsidRDefault="00966E90" w:rsidP="00116E8B">
            <w:r w:rsidRPr="00966E90">
              <w:t xml:space="preserve">1. </w:t>
            </w:r>
            <w:r w:rsidR="00116E8B">
              <w:t>Read</w:t>
            </w:r>
            <w:r w:rsidRPr="00966E90">
              <w:t xml:space="preserve"> fabrication plans</w:t>
            </w:r>
          </w:p>
        </w:tc>
        <w:tc>
          <w:tcPr>
            <w:tcW w:w="3604" w:type="pct"/>
            <w:shd w:val="clear" w:color="auto" w:fill="auto"/>
          </w:tcPr>
          <w:p w14:paraId="48B035FF" w14:textId="7EC0FE90" w:rsidR="00966E90" w:rsidRPr="00966E90" w:rsidRDefault="00966E90" w:rsidP="00557E74">
            <w:r w:rsidRPr="00966E90">
              <w:t xml:space="preserve">1.1 </w:t>
            </w:r>
            <w:r w:rsidR="00C83719">
              <w:t xml:space="preserve">Interpret and follow </w:t>
            </w:r>
            <w:r w:rsidR="005E6156">
              <w:t xml:space="preserve">relevant </w:t>
            </w:r>
            <w:r w:rsidR="00C83719">
              <w:t>organisational policies and procedures</w:t>
            </w:r>
            <w:r w:rsidR="008A3F67">
              <w:t xml:space="preserve"> and quality requirements</w:t>
            </w:r>
            <w:r w:rsidR="00C83719">
              <w:t xml:space="preserve"> </w:t>
            </w:r>
          </w:p>
          <w:p w14:paraId="4CD28A8F" w14:textId="72AB7211" w:rsidR="00E80A5A" w:rsidRDefault="00966E90" w:rsidP="00557E74">
            <w:r w:rsidRPr="00966E90">
              <w:t>1.2</w:t>
            </w:r>
            <w:r w:rsidR="003675BB">
              <w:t xml:space="preserve"> </w:t>
            </w:r>
            <w:r w:rsidR="00E80A5A">
              <w:t>Identify and interpret workplace fabrication procedures and processes</w:t>
            </w:r>
          </w:p>
          <w:p w14:paraId="25C91038" w14:textId="155BDA4D" w:rsidR="00976D3E" w:rsidRDefault="00E80A5A" w:rsidP="00557E74">
            <w:r>
              <w:t xml:space="preserve">1.3 </w:t>
            </w:r>
            <w:r w:rsidR="00F83848">
              <w:t>Identify</w:t>
            </w:r>
            <w:r w:rsidR="00976D3E">
              <w:t xml:space="preserve"> and </w:t>
            </w:r>
            <w:r w:rsidR="00C84268">
              <w:t>interpret industry codes and standards</w:t>
            </w:r>
            <w:r w:rsidR="00D70DE8">
              <w:t xml:space="preserve"> and</w:t>
            </w:r>
            <w:r w:rsidR="00976D3E">
              <w:t xml:space="preserve"> </w:t>
            </w:r>
            <w:r w:rsidR="00557E74">
              <w:t xml:space="preserve">relevant </w:t>
            </w:r>
            <w:r w:rsidR="00976D3E">
              <w:t>workplace safety procedures</w:t>
            </w:r>
          </w:p>
          <w:p w14:paraId="492FBFE2" w14:textId="4F002A88" w:rsidR="00B0027E" w:rsidRDefault="00976D3E" w:rsidP="00893711">
            <w:r>
              <w:t>1.</w:t>
            </w:r>
            <w:r w:rsidR="00E80A5A">
              <w:t>4</w:t>
            </w:r>
            <w:r>
              <w:t xml:space="preserve"> </w:t>
            </w:r>
            <w:r w:rsidR="00C83719">
              <w:t>Obtain and r</w:t>
            </w:r>
            <w:r w:rsidR="00C83719" w:rsidRPr="00966E90">
              <w:t>e</w:t>
            </w:r>
            <w:r w:rsidR="00C83719">
              <w:t>ad</w:t>
            </w:r>
            <w:r w:rsidR="00C83719" w:rsidRPr="00966E90">
              <w:t xml:space="preserve"> fabrication plans </w:t>
            </w:r>
            <w:r w:rsidR="00C83719">
              <w:t>and</w:t>
            </w:r>
            <w:r w:rsidR="00C83719" w:rsidRPr="00966E90">
              <w:t xml:space="preserve"> work order </w:t>
            </w:r>
            <w:r w:rsidR="00AA5522">
              <w:t>to establish</w:t>
            </w:r>
            <w:r w:rsidR="00C83719">
              <w:t xml:space="preserve"> project details</w:t>
            </w:r>
          </w:p>
          <w:p w14:paraId="2B144DBB" w14:textId="6447C6EE" w:rsidR="00966E90" w:rsidRPr="00966E90" w:rsidRDefault="003675BB" w:rsidP="00893711">
            <w:r>
              <w:t>1.</w:t>
            </w:r>
            <w:r w:rsidR="00E80A5A">
              <w:t>5</w:t>
            </w:r>
            <w:r>
              <w:t xml:space="preserve"> </w:t>
            </w:r>
            <w:r w:rsidR="00966E90" w:rsidRPr="00966E90">
              <w:t xml:space="preserve">Interpret drawing views and </w:t>
            </w:r>
            <w:r w:rsidR="00352AEB">
              <w:t>specifications</w:t>
            </w:r>
            <w:r w:rsidR="00352AEB" w:rsidRPr="00966E90">
              <w:t xml:space="preserve"> </w:t>
            </w:r>
            <w:r w:rsidR="005877DE">
              <w:t>to</w:t>
            </w:r>
            <w:r w:rsidR="005877DE" w:rsidRPr="00966E90">
              <w:t xml:space="preserve"> </w:t>
            </w:r>
            <w:r w:rsidR="00AA5522">
              <w:t>determine</w:t>
            </w:r>
            <w:r w:rsidR="00966E90" w:rsidRPr="00966E90">
              <w:t xml:space="preserve"> design requirements </w:t>
            </w:r>
          </w:p>
          <w:p w14:paraId="5090F6CB" w14:textId="30A78EA0" w:rsidR="003675BB" w:rsidRDefault="00966E90" w:rsidP="00893711">
            <w:r w:rsidRPr="00966E90">
              <w:t>1.</w:t>
            </w:r>
            <w:r w:rsidR="00E80A5A">
              <w:t>6</w:t>
            </w:r>
            <w:r w:rsidR="00557E74" w:rsidRPr="00966E90">
              <w:t xml:space="preserve"> </w:t>
            </w:r>
            <w:r w:rsidR="00976D3E">
              <w:t xml:space="preserve">Identify </w:t>
            </w:r>
            <w:r w:rsidR="00557E74">
              <w:t xml:space="preserve">fabricating requirements </w:t>
            </w:r>
            <w:r w:rsidR="00557E74" w:rsidRPr="00966E90">
              <w:t xml:space="preserve">and </w:t>
            </w:r>
            <w:r w:rsidR="00557E74">
              <w:t xml:space="preserve">any </w:t>
            </w:r>
            <w:r w:rsidR="00557E74" w:rsidRPr="00966E90">
              <w:t>restrictions</w:t>
            </w:r>
            <w:r w:rsidR="00557E74">
              <w:t xml:space="preserve"> or limitations</w:t>
            </w:r>
          </w:p>
          <w:p w14:paraId="46D92966" w14:textId="29A39C0B" w:rsidR="00966E90" w:rsidRPr="00966E90" w:rsidRDefault="00352AEB" w:rsidP="00F31532">
            <w:r>
              <w:t>1.</w:t>
            </w:r>
            <w:r w:rsidR="00E80A5A">
              <w:t>7</w:t>
            </w:r>
            <w:r>
              <w:t xml:space="preserve"> </w:t>
            </w:r>
            <w:r w:rsidR="000F4798">
              <w:t>Re</w:t>
            </w:r>
            <w:r w:rsidR="00F31532">
              <w:t>ad</w:t>
            </w:r>
            <w:r w:rsidR="00F83848">
              <w:t xml:space="preserve"> </w:t>
            </w:r>
            <w:r w:rsidR="00765BE9">
              <w:t xml:space="preserve">component </w:t>
            </w:r>
            <w:r w:rsidR="00607FAC">
              <w:t>cutting list and layout and</w:t>
            </w:r>
            <w:r w:rsidR="000F4798">
              <w:t xml:space="preserve"> </w:t>
            </w:r>
            <w:r w:rsidR="00607FAC">
              <w:t>joint details</w:t>
            </w:r>
            <w:r w:rsidR="00772306">
              <w:t xml:space="preserve"> </w:t>
            </w:r>
            <w:r w:rsidR="00C426AD">
              <w:t>to prepare for fabrication</w:t>
            </w:r>
          </w:p>
        </w:tc>
      </w:tr>
      <w:tr w:rsidR="00966E90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4A61CEE" w:rsidR="00966E90" w:rsidRPr="00966E90" w:rsidRDefault="00966E90" w:rsidP="00966E90">
            <w:r w:rsidRPr="00966E90">
              <w:t xml:space="preserve">2. Interpret </w:t>
            </w:r>
            <w:r w:rsidR="005E6156">
              <w:t xml:space="preserve">and confirm </w:t>
            </w:r>
            <w:r w:rsidRPr="00966E90">
              <w:t>fabrication plan</w:t>
            </w:r>
            <w:r w:rsidR="005E615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61F3E9A0" w14:textId="165F87B9" w:rsidR="00966E90" w:rsidRPr="00966E90" w:rsidRDefault="00966E90" w:rsidP="00966E90">
            <w:r w:rsidRPr="00966E90">
              <w:t>2.1 I</w:t>
            </w:r>
            <w:r w:rsidR="00042FD8">
              <w:t>dentify and interpret</w:t>
            </w:r>
            <w:r w:rsidRPr="00966E90">
              <w:t xml:space="preserve"> work requirements and sequencing for </w:t>
            </w:r>
            <w:r w:rsidR="00742764">
              <w:t>assembly</w:t>
            </w:r>
            <w:r w:rsidRPr="00966E90">
              <w:t xml:space="preserve"> </w:t>
            </w:r>
            <w:r w:rsidR="00CE5C4F">
              <w:t>and fabrication</w:t>
            </w:r>
            <w:r w:rsidRPr="00966E90">
              <w:t xml:space="preserve"> work</w:t>
            </w:r>
          </w:p>
          <w:p w14:paraId="6556956F" w14:textId="69E68385" w:rsidR="00966E90" w:rsidRPr="00966E90" w:rsidRDefault="00966E90" w:rsidP="00966E90">
            <w:r w:rsidRPr="00966E90">
              <w:t xml:space="preserve">2.2 </w:t>
            </w:r>
            <w:r w:rsidR="00742764">
              <w:t>Establish</w:t>
            </w:r>
            <w:r w:rsidR="00742764" w:rsidRPr="00966E90">
              <w:t xml:space="preserve"> </w:t>
            </w:r>
            <w:r w:rsidRPr="00966E90">
              <w:t>layouts, spacing and sizing of individual structural members</w:t>
            </w:r>
          </w:p>
          <w:p w14:paraId="45AFBC42" w14:textId="4B5071D0" w:rsidR="00966E90" w:rsidRPr="00966E90" w:rsidRDefault="00966E90" w:rsidP="00966E90">
            <w:r w:rsidRPr="00966E90">
              <w:t xml:space="preserve">2.3 </w:t>
            </w:r>
            <w:r w:rsidR="00676425">
              <w:t>Determine</w:t>
            </w:r>
            <w:r w:rsidRPr="00966E90">
              <w:t xml:space="preserve"> quantities of </w:t>
            </w:r>
            <w:r w:rsidR="00EC56F9">
              <w:t xml:space="preserve">and position of </w:t>
            </w:r>
            <w:r w:rsidRPr="00966E90">
              <w:t>bracing and ancillaries for trusses or frames</w:t>
            </w:r>
          </w:p>
          <w:p w14:paraId="01D61043" w14:textId="682B1300" w:rsidR="00966E90" w:rsidRPr="00966E90" w:rsidRDefault="00966E90" w:rsidP="00966E90">
            <w:r w:rsidRPr="00966E90">
              <w:t xml:space="preserve">2.4 </w:t>
            </w:r>
            <w:r w:rsidR="00A1494E">
              <w:t>Identify</w:t>
            </w:r>
            <w:r w:rsidR="00A1494E" w:rsidRPr="00966E90">
              <w:t xml:space="preserve"> </w:t>
            </w:r>
            <w:r w:rsidRPr="00966E90">
              <w:t>timber and hardware component details</w:t>
            </w:r>
          </w:p>
          <w:p w14:paraId="1DF4B59F" w14:textId="1EAC913D" w:rsidR="00966E90" w:rsidRPr="00966E90" w:rsidRDefault="00966E90" w:rsidP="00676425">
            <w:r w:rsidRPr="00966E90">
              <w:t xml:space="preserve">2.5 </w:t>
            </w:r>
            <w:r w:rsidR="00C47447">
              <w:t>Seek additional information and data as required and c</w:t>
            </w:r>
            <w:r w:rsidR="00676425">
              <w:t>onfirm details with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439EDCC6" w:rsidR="00C12573" w:rsidRPr="005240E7" w:rsidRDefault="00ED4091" w:rsidP="004F0932">
            <w:pPr>
              <w:pStyle w:val="SIBulletList1"/>
            </w:pPr>
            <w:r>
              <w:t xml:space="preserve">Identify and </w:t>
            </w:r>
            <w:r w:rsidR="00966E90" w:rsidRPr="00966E90">
              <w:t>interpret</w:t>
            </w:r>
            <w:r>
              <w:t xml:space="preserve"> project fabrication information from drawings and specifications</w:t>
            </w:r>
          </w:p>
        </w:tc>
      </w:tr>
      <w:tr w:rsidR="00BD1A37" w:rsidRPr="00336FCA" w:rsidDel="00423CB2" w14:paraId="286BD6FD" w14:textId="77777777" w:rsidTr="00CA2922">
        <w:tc>
          <w:tcPr>
            <w:tcW w:w="1396" w:type="pct"/>
          </w:tcPr>
          <w:p w14:paraId="6C39E163" w14:textId="29FEB65A" w:rsidR="00BD1A37" w:rsidRDefault="00BD1A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3888BE7" w14:textId="4CE81E2E" w:rsidR="00BD1A37" w:rsidRDefault="007922A4" w:rsidP="007922A4">
            <w:pPr>
              <w:pStyle w:val="SIBulletList1"/>
            </w:pPr>
            <w:r>
              <w:t>Discuss and confirm technical job details with appropriate personnel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1AD2498" w:rsidR="000259E1" w:rsidRPr="000259E1" w:rsidRDefault="00813629" w:rsidP="00F8292C">
            <w:pPr>
              <w:pStyle w:val="SIText"/>
            </w:pPr>
            <w:r>
              <w:t>FWPT</w:t>
            </w:r>
            <w:r w:rsidR="004F0932">
              <w:t>3</w:t>
            </w:r>
            <w:r w:rsidR="000D26EB">
              <w:t>XXX</w:t>
            </w:r>
            <w:r w:rsidR="000D26EB" w:rsidRPr="00966E90">
              <w:t xml:space="preserve"> Read</w:t>
            </w:r>
            <w:r w:rsidR="00F8292C">
              <w:t xml:space="preserve"> and</w:t>
            </w:r>
            <w:r w:rsidR="000D26EB" w:rsidRPr="00966E90">
              <w:t xml:space="preserve"> interpret timber truss</w:t>
            </w:r>
            <w:r w:rsidR="00F8292C">
              <w:t xml:space="preserve"> </w:t>
            </w:r>
            <w:r w:rsidR="000D26EB" w:rsidRPr="00966E90">
              <w:t>or</w:t>
            </w:r>
            <w:r w:rsidR="00F8292C">
              <w:t xml:space="preserve"> wall</w:t>
            </w:r>
            <w:r w:rsidR="000D26EB" w:rsidRPr="00966E90">
              <w:t xml:space="preserve"> frame fabrication plans</w:t>
            </w:r>
          </w:p>
        </w:tc>
        <w:tc>
          <w:tcPr>
            <w:tcW w:w="1105" w:type="pct"/>
          </w:tcPr>
          <w:p w14:paraId="43730281" w14:textId="3676F5AA" w:rsidR="00041E59" w:rsidRPr="000754EC" w:rsidRDefault="00966E90" w:rsidP="0091548A">
            <w:pPr>
              <w:pStyle w:val="SIText"/>
            </w:pPr>
            <w:r w:rsidRPr="00966E90">
              <w:t>FWPTMM2203 Read and interpret timber truss, floor and</w:t>
            </w:r>
            <w:r>
              <w:t>/</w:t>
            </w:r>
            <w:r w:rsidRPr="00966E90">
              <w:t>or frame fabrication plans</w:t>
            </w:r>
          </w:p>
        </w:tc>
        <w:tc>
          <w:tcPr>
            <w:tcW w:w="1251" w:type="pct"/>
          </w:tcPr>
          <w:p w14:paraId="3B9A88C6" w14:textId="71691C98" w:rsidR="00041E59" w:rsidRDefault="004111BD" w:rsidP="000754EC">
            <w:pPr>
              <w:pStyle w:val="SIText"/>
            </w:pPr>
            <w:r>
              <w:t>Re-</w:t>
            </w:r>
            <w:r w:rsidR="00850B36">
              <w:t>title</w:t>
            </w:r>
            <w:r>
              <w:t>d</w:t>
            </w:r>
          </w:p>
          <w:p w14:paraId="1A16B7CF" w14:textId="77777777" w:rsidR="00850B36" w:rsidRDefault="00850B36" w:rsidP="000754EC">
            <w:pPr>
              <w:pStyle w:val="SIText"/>
            </w:pPr>
            <w:r>
              <w:t>Application clarified</w:t>
            </w:r>
          </w:p>
          <w:p w14:paraId="1EB426F2" w14:textId="77777777" w:rsidR="00850B36" w:rsidRDefault="00850B36" w:rsidP="000754EC">
            <w:pPr>
              <w:pStyle w:val="SIText"/>
            </w:pPr>
            <w:r>
              <w:t>Performance Criteria re-sequenced</w:t>
            </w:r>
          </w:p>
          <w:p w14:paraId="2E33F956" w14:textId="01CE5002" w:rsidR="00850B36" w:rsidRPr="000754EC" w:rsidRDefault="00850B36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708F503A" w:rsidR="009A2047" w:rsidRPr="009A2047" w:rsidRDefault="00263997" w:rsidP="004F0932">
            <w:pPr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8A3F67">
              <w:rPr>
                <w:lang w:eastAsia="en-US"/>
              </w:rPr>
              <w:t>o equivalent unit</w:t>
            </w:r>
          </w:p>
        </w:tc>
      </w:tr>
    </w:tbl>
    <w:p w14:paraId="6386F421" w14:textId="0046CFC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F093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555556A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C6C35C5" w:rsidR="00556C4C" w:rsidRPr="000754EC" w:rsidRDefault="00556C4C" w:rsidP="00A12E27">
            <w:pPr>
              <w:pStyle w:val="SIUnittitle"/>
            </w:pPr>
            <w:r w:rsidRPr="00F56827">
              <w:t xml:space="preserve">Assessment requirements for </w:t>
            </w:r>
            <w:r w:rsidR="00966E90" w:rsidRPr="00966E90">
              <w:t>FWPTMM2203 Read and interpret timber truss</w:t>
            </w:r>
            <w:r w:rsidR="00DA6AC7">
              <w:t xml:space="preserve"> </w:t>
            </w:r>
            <w:r w:rsidR="004F0932">
              <w:t>or</w:t>
            </w:r>
            <w:r w:rsidR="00A12E27">
              <w:t xml:space="preserve"> wall</w:t>
            </w:r>
            <w:r w:rsidR="00966E90" w:rsidRPr="00966E90">
              <w:t xml:space="preserve"> frame fabrication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ACB7D70" w14:textId="36B7C1E0" w:rsidR="005258AD" w:rsidRDefault="005258AD" w:rsidP="005258AD">
            <w:pPr>
              <w:pStyle w:val="SIText"/>
            </w:pPr>
            <w:r w:rsidRPr="001A46FE">
              <w:t xml:space="preserve">A person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DABC5D7" w14:textId="77777777" w:rsidR="008B0E7A" w:rsidRDefault="005258AD" w:rsidP="00966E90">
            <w:pPr>
              <w:pStyle w:val="SIText"/>
            </w:pPr>
            <w:r>
              <w:t>There must be evidence that the individual has</w:t>
            </w:r>
            <w:r w:rsidR="008B0E7A">
              <w:t xml:space="preserve"> identified and interpreted fabrication information for one of the following: </w:t>
            </w:r>
          </w:p>
          <w:p w14:paraId="779004FA" w14:textId="5AD7578B" w:rsidR="00966E90" w:rsidRPr="00966E90" w:rsidRDefault="008B0E7A" w:rsidP="004F0932">
            <w:pPr>
              <w:pStyle w:val="SIBulletList1"/>
            </w:pPr>
            <w:r>
              <w:t>timber floor truss</w:t>
            </w:r>
            <w:r w:rsidR="005514F7">
              <w:t xml:space="preserve"> project</w:t>
            </w:r>
            <w:r>
              <w:t xml:space="preserve">, including: </w:t>
            </w:r>
          </w:p>
          <w:p w14:paraId="53CC2C02" w14:textId="26B6B9E9" w:rsidR="00236043" w:rsidRDefault="00236043" w:rsidP="004F0932">
            <w:pPr>
              <w:pStyle w:val="SIBulletList2"/>
            </w:pPr>
            <w:r>
              <w:t>span</w:t>
            </w:r>
            <w:r w:rsidR="00F31E01">
              <w:t>, spacing</w:t>
            </w:r>
            <w:r>
              <w:t xml:space="preserve"> and position of joists</w:t>
            </w:r>
          </w:p>
          <w:p w14:paraId="283F6080" w14:textId="2F6C636A" w:rsidR="00966E90" w:rsidRDefault="00236043" w:rsidP="004F0932">
            <w:pPr>
              <w:pStyle w:val="SIBulletList2"/>
            </w:pPr>
            <w:r>
              <w:t xml:space="preserve">joist type and </w:t>
            </w:r>
            <w:r w:rsidR="002C577E">
              <w:t xml:space="preserve">component </w:t>
            </w:r>
            <w:r>
              <w:t>sectional size</w:t>
            </w:r>
            <w:r w:rsidR="00F31E01">
              <w:t>s</w:t>
            </w:r>
          </w:p>
          <w:p w14:paraId="7A86EF04" w14:textId="309D083B" w:rsidR="00236043" w:rsidRDefault="00236043" w:rsidP="004F0932">
            <w:pPr>
              <w:pStyle w:val="SIBulletList2"/>
            </w:pPr>
            <w:r>
              <w:t>bearer and joist type</w:t>
            </w:r>
          </w:p>
          <w:p w14:paraId="72AAFCD9" w14:textId="586C1609" w:rsidR="00A414E3" w:rsidRDefault="00A414E3" w:rsidP="004F0932">
            <w:pPr>
              <w:pStyle w:val="SIBulletList2"/>
            </w:pPr>
            <w:r>
              <w:t>load bearing requirements</w:t>
            </w:r>
          </w:p>
          <w:p w14:paraId="06781D9A" w14:textId="77777777" w:rsidR="00DE5CD4" w:rsidRDefault="00DE5CD4" w:rsidP="00DE5CD4">
            <w:pPr>
              <w:pStyle w:val="SIBulletList2"/>
            </w:pPr>
            <w:r>
              <w:t xml:space="preserve">cutting requirements </w:t>
            </w:r>
          </w:p>
          <w:p w14:paraId="06466CAC" w14:textId="2B3D377F" w:rsidR="0093592E" w:rsidRDefault="0093592E" w:rsidP="004F0932">
            <w:pPr>
              <w:pStyle w:val="SIBulletList2"/>
            </w:pPr>
            <w:r>
              <w:t>specified tie down and bracing requirements</w:t>
            </w:r>
          </w:p>
          <w:p w14:paraId="1768ADA2" w14:textId="575789CE" w:rsidR="008618FF" w:rsidRDefault="00F31E01" w:rsidP="004F0932">
            <w:pPr>
              <w:pStyle w:val="SIBulletList2"/>
            </w:pPr>
            <w:r>
              <w:t>metal nail/connector plates</w:t>
            </w:r>
          </w:p>
          <w:p w14:paraId="20A2E8F0" w14:textId="34489700" w:rsidR="00F31E01" w:rsidRDefault="00F31E01" w:rsidP="004F0932">
            <w:pPr>
              <w:pStyle w:val="SIBulletList2"/>
            </w:pPr>
            <w:r>
              <w:t>special specified requirements</w:t>
            </w:r>
          </w:p>
          <w:p w14:paraId="567B3922" w14:textId="10B3E350" w:rsidR="008B0E7A" w:rsidRPr="00966E90" w:rsidRDefault="008B0E7A" w:rsidP="008B0E7A">
            <w:pPr>
              <w:pStyle w:val="SIBulletList1"/>
            </w:pPr>
            <w:r>
              <w:t>timber wall frame</w:t>
            </w:r>
            <w:r w:rsidR="005514F7">
              <w:t xml:space="preserve"> project</w:t>
            </w:r>
            <w:r>
              <w:t>, including;</w:t>
            </w:r>
            <w:r w:rsidR="007E17F3">
              <w:t xml:space="preserve"> </w:t>
            </w:r>
          </w:p>
          <w:p w14:paraId="45F66695" w14:textId="27A6B583" w:rsidR="00DF02D5" w:rsidRDefault="00AC0FA0" w:rsidP="004F0932">
            <w:pPr>
              <w:pStyle w:val="SIBulletList2"/>
            </w:pPr>
            <w:r>
              <w:t>type of construction and number of storeys</w:t>
            </w:r>
          </w:p>
          <w:p w14:paraId="0F2666B6" w14:textId="2FFE9C7A" w:rsidR="00AC0FA0" w:rsidRDefault="00BB500E" w:rsidP="004F0932">
            <w:pPr>
              <w:pStyle w:val="SIBulletList2"/>
            </w:pPr>
            <w:r>
              <w:t>frame components and spacing, opening sizes and bracing details</w:t>
            </w:r>
          </w:p>
          <w:p w14:paraId="20C75E1E" w14:textId="6FA0724B" w:rsidR="00BB500E" w:rsidRDefault="00BB500E" w:rsidP="004F0932">
            <w:pPr>
              <w:pStyle w:val="SIBulletList2"/>
            </w:pPr>
            <w:r>
              <w:t>wind bracing details</w:t>
            </w:r>
          </w:p>
          <w:p w14:paraId="52712622" w14:textId="6C2E985F" w:rsidR="00556C4C" w:rsidRDefault="00DF02D5" w:rsidP="004F0932">
            <w:pPr>
              <w:pStyle w:val="SIBulletList2"/>
            </w:pPr>
            <w:r>
              <w:t>component type</w:t>
            </w:r>
            <w:r w:rsidR="00AC0FA0">
              <w:t>s</w:t>
            </w:r>
            <w:r>
              <w:t xml:space="preserve"> and component cutting list</w:t>
            </w:r>
          </w:p>
          <w:p w14:paraId="3DC66ED8" w14:textId="79447FE3" w:rsidR="00AC0FA0" w:rsidRDefault="00A414E3" w:rsidP="004F0932">
            <w:pPr>
              <w:pStyle w:val="SIBulletList2"/>
            </w:pPr>
            <w:r>
              <w:t>load bearing requirements</w:t>
            </w:r>
          </w:p>
          <w:p w14:paraId="1A64E902" w14:textId="77777777" w:rsidR="00DF02D5" w:rsidRDefault="004163E0" w:rsidP="004F0932">
            <w:pPr>
              <w:pStyle w:val="SIBulletList2"/>
            </w:pPr>
            <w:r>
              <w:t>requirements for ribbon plates</w:t>
            </w:r>
          </w:p>
          <w:p w14:paraId="3DDEF232" w14:textId="7BE9D600" w:rsidR="004163E0" w:rsidRDefault="004163E0" w:rsidP="004F0932">
            <w:pPr>
              <w:pStyle w:val="SIBulletList2"/>
            </w:pPr>
            <w:r>
              <w:t>specified tie down, bracing and connection details</w:t>
            </w:r>
          </w:p>
          <w:p w14:paraId="0FB1C114" w14:textId="77777777" w:rsidR="007E17F3" w:rsidRDefault="007E17F3" w:rsidP="007E17F3">
            <w:pPr>
              <w:pStyle w:val="SIBulletList1"/>
            </w:pPr>
            <w:r>
              <w:t>timber roof truss project, including:</w:t>
            </w:r>
          </w:p>
          <w:p w14:paraId="4311A805" w14:textId="77777777" w:rsidR="005514F7" w:rsidRDefault="006C2D5F" w:rsidP="004F0932">
            <w:pPr>
              <w:pStyle w:val="SIBulletList2"/>
            </w:pPr>
            <w:r>
              <w:t>type of roof construction</w:t>
            </w:r>
          </w:p>
          <w:p w14:paraId="7412FC0A" w14:textId="3A56E92B" w:rsidR="006C2D5F" w:rsidRDefault="006C2D5F" w:rsidP="004F0932">
            <w:pPr>
              <w:pStyle w:val="SIBulletList2"/>
            </w:pPr>
            <w:r>
              <w:t>floor plan dimensions and wall locations and truss spans</w:t>
            </w:r>
          </w:p>
          <w:p w14:paraId="0CE48B11" w14:textId="3763BF0F" w:rsidR="006C2D5F" w:rsidRDefault="006C2D5F" w:rsidP="004F0932">
            <w:pPr>
              <w:pStyle w:val="SIBulletList2"/>
            </w:pPr>
            <w:r>
              <w:t xml:space="preserve">truss type and </w:t>
            </w:r>
            <w:r w:rsidR="002C577E">
              <w:t xml:space="preserve">component </w:t>
            </w:r>
            <w:r>
              <w:t>sectional sizes</w:t>
            </w:r>
          </w:p>
          <w:p w14:paraId="59F82A21" w14:textId="5ED085A3" w:rsidR="00EF6B8D" w:rsidRDefault="00E96493" w:rsidP="004F0932">
            <w:pPr>
              <w:pStyle w:val="SIBulletList2"/>
            </w:pPr>
            <w:r>
              <w:t>specified tie down and bracing requirements</w:t>
            </w:r>
          </w:p>
          <w:p w14:paraId="45AEBC15" w14:textId="77777777" w:rsidR="00E96493" w:rsidRDefault="00E96493" w:rsidP="00E96493">
            <w:pPr>
              <w:pStyle w:val="SIBulletList2"/>
            </w:pPr>
            <w:r>
              <w:t>metal nail/connector plates</w:t>
            </w:r>
          </w:p>
          <w:p w14:paraId="3F537752" w14:textId="0E57B191" w:rsidR="006C2D5F" w:rsidRPr="000754EC" w:rsidRDefault="00E96493" w:rsidP="004F0932">
            <w:pPr>
              <w:pStyle w:val="SIBulletList2"/>
            </w:pPr>
            <w:r>
              <w:t>special specified requirements</w:t>
            </w:r>
            <w:r w:rsidR="004F093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41F329C" w14:textId="203C521D" w:rsidR="005258AD" w:rsidRDefault="005258AD" w:rsidP="005258AD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7B0F00D1" w14:textId="0695E47D" w:rsidR="00966E90" w:rsidRDefault="00D81F66" w:rsidP="004F0932">
            <w:pPr>
              <w:pStyle w:val="SIBulletList1"/>
            </w:pPr>
            <w:r>
              <w:t xml:space="preserve">organisational </w:t>
            </w:r>
            <w:r w:rsidR="0011692E">
              <w:t>policies and procedures and quality requirements</w:t>
            </w:r>
          </w:p>
          <w:p w14:paraId="5D0EFEA9" w14:textId="77777777" w:rsidR="008A3F67" w:rsidRDefault="00E80A5A" w:rsidP="004F0932">
            <w:pPr>
              <w:pStyle w:val="SIBulletList1"/>
            </w:pPr>
            <w:r>
              <w:t>organisational quality processes and procedures</w:t>
            </w:r>
          </w:p>
          <w:p w14:paraId="312D86C2" w14:textId="58CCE45D" w:rsidR="00007B21" w:rsidRDefault="00C84268" w:rsidP="004F0932">
            <w:pPr>
              <w:pStyle w:val="SIBulletList1"/>
            </w:pPr>
            <w:r>
              <w:t>industry codes and standards</w:t>
            </w:r>
          </w:p>
          <w:p w14:paraId="3F9D88D2" w14:textId="77777777" w:rsidR="00E80A5A" w:rsidRDefault="00E80A5A" w:rsidP="004F0932">
            <w:pPr>
              <w:pStyle w:val="SIBulletList1"/>
            </w:pPr>
            <w:r>
              <w:t>key features of fabrication plans:</w:t>
            </w:r>
          </w:p>
          <w:p w14:paraId="0C206BEF" w14:textId="3CDE20DA" w:rsidR="00E80A5A" w:rsidRDefault="00E80A5A" w:rsidP="004F0932">
            <w:pPr>
              <w:pStyle w:val="SIBulletList2"/>
            </w:pPr>
            <w:r>
              <w:t>fabrication plans conventions</w:t>
            </w:r>
          </w:p>
          <w:p w14:paraId="6461E938" w14:textId="32F6C2E3" w:rsidR="00E80A5A" w:rsidRDefault="00E80A5A" w:rsidP="004F0932">
            <w:pPr>
              <w:pStyle w:val="SIBulletList2"/>
            </w:pPr>
            <w:r>
              <w:t>abbreviations</w:t>
            </w:r>
            <w:r w:rsidR="00643A16">
              <w:t>, hatching</w:t>
            </w:r>
            <w:r>
              <w:t xml:space="preserve"> and</w:t>
            </w:r>
            <w:r w:rsidRPr="00966E90">
              <w:t xml:space="preserve"> symbols</w:t>
            </w:r>
          </w:p>
          <w:p w14:paraId="43BB7974" w14:textId="382107F6" w:rsidR="00E80A5A" w:rsidRDefault="00E80A5A" w:rsidP="004F0932">
            <w:pPr>
              <w:pStyle w:val="SIBulletList2"/>
            </w:pPr>
            <w:r>
              <w:t>scale</w:t>
            </w:r>
            <w:r w:rsidR="00595E11">
              <w:t xml:space="preserve">, dimension lines </w:t>
            </w:r>
            <w:r w:rsidR="00643A16">
              <w:t>and line types</w:t>
            </w:r>
            <w:r w:rsidR="00595E11">
              <w:t xml:space="preserve">  </w:t>
            </w:r>
          </w:p>
          <w:p w14:paraId="7E98D839" w14:textId="06F3922D" w:rsidR="00E80A5A" w:rsidRPr="00966E90" w:rsidRDefault="00E80A5A" w:rsidP="004F0932">
            <w:pPr>
              <w:pStyle w:val="SIBulletList1"/>
            </w:pPr>
            <w:r>
              <w:t>timber fabrication terminology</w:t>
            </w:r>
          </w:p>
          <w:p w14:paraId="099F3EE0" w14:textId="77777777" w:rsidR="00966E90" w:rsidRPr="00966E90" w:rsidRDefault="00966E90" w:rsidP="00966E90">
            <w:pPr>
              <w:pStyle w:val="SIBulletList1"/>
            </w:pPr>
            <w:r w:rsidRPr="00966E90">
              <w:t>characteristics of timber and timber defects</w:t>
            </w:r>
          </w:p>
          <w:p w14:paraId="506DE0D6" w14:textId="3F6B5312" w:rsidR="00524317" w:rsidRDefault="00966E90" w:rsidP="00966E90">
            <w:pPr>
              <w:pStyle w:val="SIBulletList1"/>
            </w:pPr>
            <w:r w:rsidRPr="00966E90">
              <w:t>key features of timber</w:t>
            </w:r>
            <w:r w:rsidR="00524317">
              <w:t xml:space="preserve"> floor and roof</w:t>
            </w:r>
            <w:r w:rsidRPr="00966E90">
              <w:t xml:space="preserve"> trusses</w:t>
            </w:r>
            <w:r w:rsidR="00524317">
              <w:t xml:space="preserve"> </w:t>
            </w:r>
            <w:r w:rsidRPr="00966E90">
              <w:t xml:space="preserve">and </w:t>
            </w:r>
            <w:r w:rsidR="00524317">
              <w:t xml:space="preserve">timber frames </w:t>
            </w:r>
          </w:p>
          <w:p w14:paraId="3CDA5D5B" w14:textId="135EB435" w:rsidR="00524317" w:rsidRPr="00966E90" w:rsidRDefault="00524317" w:rsidP="00524317">
            <w:pPr>
              <w:pStyle w:val="SIBulletList1"/>
            </w:pPr>
            <w:r>
              <w:t>truss and frame</w:t>
            </w:r>
            <w:r w:rsidR="00966E90" w:rsidRPr="00966E90">
              <w:t xml:space="preserve"> </w:t>
            </w:r>
            <w:r>
              <w:t xml:space="preserve">timber </w:t>
            </w:r>
            <w:r w:rsidR="00966E90" w:rsidRPr="00966E90">
              <w:t>components</w:t>
            </w:r>
            <w:r>
              <w:t xml:space="preserve">, metal connections and tie down </w:t>
            </w:r>
            <w:r w:rsidR="00CD2AB8">
              <w:t>materials</w:t>
            </w:r>
          </w:p>
          <w:p w14:paraId="4896EDEA" w14:textId="085A0907" w:rsidR="00966E90" w:rsidRPr="00966E90" w:rsidRDefault="00966E90" w:rsidP="00966E90">
            <w:pPr>
              <w:pStyle w:val="SIBulletList1"/>
            </w:pPr>
            <w:r w:rsidRPr="00966E90">
              <w:t xml:space="preserve">units of measurement and </w:t>
            </w:r>
            <w:r w:rsidR="00242361">
              <w:t xml:space="preserve">allowable </w:t>
            </w:r>
            <w:r w:rsidRPr="00966E90">
              <w:t xml:space="preserve">component tolerances </w:t>
            </w:r>
          </w:p>
          <w:p w14:paraId="40951706" w14:textId="5543C9D6" w:rsidR="00D3333F" w:rsidRPr="000754EC" w:rsidRDefault="00966E90" w:rsidP="00664DF5">
            <w:pPr>
              <w:pStyle w:val="SIBulletList1"/>
            </w:pPr>
            <w:r w:rsidRPr="00966E90">
              <w:t xml:space="preserve">types of timber </w:t>
            </w:r>
            <w:r w:rsidR="00664DF5">
              <w:t xml:space="preserve">floor and roof </w:t>
            </w:r>
            <w:r w:rsidRPr="00966E90">
              <w:t>truss</w:t>
            </w:r>
            <w:r w:rsidR="00664DF5">
              <w:t>es and timber wall frames</w:t>
            </w:r>
            <w:r w:rsidR="004F0932">
              <w:t>.</w:t>
            </w:r>
            <w:r w:rsidR="00664DF5">
              <w:t xml:space="preserve"> 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AFA8CE1" w14:textId="77777777" w:rsidR="005258AD" w:rsidRDefault="005258AD" w:rsidP="005258A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FB71A0" w14:textId="77777777" w:rsidR="005258AD" w:rsidRDefault="005258AD" w:rsidP="005258AD">
            <w:pPr>
              <w:pStyle w:val="SIBulletList1"/>
            </w:pPr>
            <w:r>
              <w:t>physical conditions:</w:t>
            </w:r>
          </w:p>
          <w:p w14:paraId="2142D175" w14:textId="77777777" w:rsidR="005258AD" w:rsidRPr="001A46FE" w:rsidRDefault="005258AD" w:rsidP="005258AD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1B6A302D" w14:textId="77777777" w:rsidR="005258AD" w:rsidRDefault="005258AD" w:rsidP="005258AD">
            <w:pPr>
              <w:pStyle w:val="SIBulletList1"/>
            </w:pPr>
            <w:r>
              <w:t>resources, equipment and materials:</w:t>
            </w:r>
          </w:p>
          <w:p w14:paraId="53C6EA70" w14:textId="5B4E9A3F" w:rsidR="005258AD" w:rsidRPr="00C219A1" w:rsidRDefault="00955583" w:rsidP="005258AD">
            <w:pPr>
              <w:pStyle w:val="SIBulletList2"/>
            </w:pPr>
            <w:r>
              <w:lastRenderedPageBreak/>
              <w:t>fabrication plans and cutting list</w:t>
            </w:r>
          </w:p>
          <w:p w14:paraId="111CBE74" w14:textId="77777777" w:rsidR="005258AD" w:rsidRPr="00C219A1" w:rsidRDefault="005258AD" w:rsidP="005258AD">
            <w:pPr>
              <w:pStyle w:val="SIBulletList1"/>
            </w:pPr>
            <w:r>
              <w:t>specifications:</w:t>
            </w:r>
          </w:p>
          <w:p w14:paraId="16C333F9" w14:textId="3E0FA179" w:rsidR="005258AD" w:rsidRDefault="005258AD" w:rsidP="005258AD">
            <w:pPr>
              <w:pStyle w:val="SIBulletList2"/>
            </w:pPr>
            <w:r w:rsidRPr="00C219A1">
              <w:t>organisational policies and procedures</w:t>
            </w:r>
            <w:r w:rsidR="00664DF5">
              <w:t xml:space="preserve"> and quality requirements</w:t>
            </w:r>
          </w:p>
          <w:p w14:paraId="59AD840A" w14:textId="71805C1E" w:rsidR="005258AD" w:rsidRPr="00C219A1" w:rsidRDefault="00664DF5" w:rsidP="005258AD">
            <w:pPr>
              <w:pStyle w:val="SIBulletList2"/>
            </w:pPr>
            <w:r>
              <w:t>relevant industry codes and standards</w:t>
            </w:r>
          </w:p>
          <w:p w14:paraId="70AF5064" w14:textId="77777777" w:rsidR="005258AD" w:rsidRDefault="005258AD" w:rsidP="005258AD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5D00B6BB" w:rsidR="00F1480E" w:rsidRPr="00255C67" w:rsidRDefault="005258AD" w:rsidP="004F0932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2389380A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7BEC" w14:textId="77777777" w:rsidR="004B4647" w:rsidRDefault="004B4647" w:rsidP="00BF3F0A">
      <w:r>
        <w:separator/>
      </w:r>
    </w:p>
    <w:p w14:paraId="310CF243" w14:textId="77777777" w:rsidR="004B4647" w:rsidRDefault="004B4647"/>
  </w:endnote>
  <w:endnote w:type="continuationSeparator" w:id="0">
    <w:p w14:paraId="78C5A43B" w14:textId="77777777" w:rsidR="004B4647" w:rsidRDefault="004B4647" w:rsidP="00BF3F0A">
      <w:r>
        <w:continuationSeparator/>
      </w:r>
    </w:p>
    <w:p w14:paraId="513A741A" w14:textId="77777777" w:rsidR="004B4647" w:rsidRDefault="004B4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E52FC" w14:textId="77777777" w:rsidR="004F0932" w:rsidRDefault="004F09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60DF1D08" w:rsidR="000E25E6" w:rsidRPr="000754EC" w:rsidRDefault="002C4456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4111BD">
          <w:rPr>
            <w:noProof/>
          </w:rPr>
          <w:t>2</w:t>
        </w:r>
        <w:r w:rsidR="00D810DE" w:rsidRPr="000754EC">
          <w:fldChar w:fldCharType="end"/>
        </w:r>
      </w:p>
      <w:p w14:paraId="3C7AB704" w14:textId="099DA477" w:rsidR="00D810DE" w:rsidRDefault="004B4647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B8051" w14:textId="77777777" w:rsidR="004F0932" w:rsidRDefault="004F09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F36D9" w14:textId="77777777" w:rsidR="004B4647" w:rsidRDefault="004B4647" w:rsidP="00BF3F0A">
      <w:r>
        <w:separator/>
      </w:r>
    </w:p>
    <w:p w14:paraId="4B47FB52" w14:textId="77777777" w:rsidR="004B4647" w:rsidRDefault="004B4647"/>
  </w:footnote>
  <w:footnote w:type="continuationSeparator" w:id="0">
    <w:p w14:paraId="364579E4" w14:textId="77777777" w:rsidR="004B4647" w:rsidRDefault="004B4647" w:rsidP="00BF3F0A">
      <w:r>
        <w:continuationSeparator/>
      </w:r>
    </w:p>
    <w:p w14:paraId="2261E750" w14:textId="77777777" w:rsidR="004B4647" w:rsidRDefault="004B46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61960" w14:textId="77777777" w:rsidR="004F0932" w:rsidRDefault="004F09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1C5D138" w:rsidR="009C2650" w:rsidRPr="00966E90" w:rsidRDefault="00966E90" w:rsidP="00966E90">
    <w:r w:rsidRPr="00966E90">
      <w:t>FWPTMM</w:t>
    </w:r>
    <w:r w:rsidR="004F0932">
      <w:t>3XXX</w:t>
    </w:r>
    <w:r w:rsidRPr="00966E90">
      <w:t xml:space="preserve"> Read and interpret timber truss or </w:t>
    </w:r>
    <w:r w:rsidR="004F0932">
      <w:t xml:space="preserve">wall </w:t>
    </w:r>
    <w:r w:rsidRPr="00966E90">
      <w:t>frame fabrication plans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24DB8" w14:textId="77777777" w:rsidR="004F0932" w:rsidRDefault="004F09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0MzKxtDSwMDWxsLRQ0lEKTi0uzszPAykwqgUAq/niFiwAAAA="/>
  </w:docVars>
  <w:rsids>
    <w:rsidRoot w:val="00AB5133"/>
    <w:rsid w:val="000014B9"/>
    <w:rsid w:val="00005A15"/>
    <w:rsid w:val="00007B21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42FD8"/>
    <w:rsid w:val="00062FEF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D26EB"/>
    <w:rsid w:val="000E25E6"/>
    <w:rsid w:val="000E2C86"/>
    <w:rsid w:val="000F29F2"/>
    <w:rsid w:val="000F4798"/>
    <w:rsid w:val="00101659"/>
    <w:rsid w:val="00103E31"/>
    <w:rsid w:val="00105AEA"/>
    <w:rsid w:val="001078BF"/>
    <w:rsid w:val="001103DC"/>
    <w:rsid w:val="0011692E"/>
    <w:rsid w:val="00116E8B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353D6"/>
    <w:rsid w:val="00236043"/>
    <w:rsid w:val="00242293"/>
    <w:rsid w:val="00242361"/>
    <w:rsid w:val="00244EA7"/>
    <w:rsid w:val="00247727"/>
    <w:rsid w:val="00255C67"/>
    <w:rsid w:val="00262FC3"/>
    <w:rsid w:val="0026394F"/>
    <w:rsid w:val="00263997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2047"/>
    <w:rsid w:val="002C4456"/>
    <w:rsid w:val="002C55E9"/>
    <w:rsid w:val="002C577E"/>
    <w:rsid w:val="002D0C8B"/>
    <w:rsid w:val="002D330A"/>
    <w:rsid w:val="002E170C"/>
    <w:rsid w:val="002E193E"/>
    <w:rsid w:val="002F7B20"/>
    <w:rsid w:val="00305EFF"/>
    <w:rsid w:val="00310A6A"/>
    <w:rsid w:val="003144E6"/>
    <w:rsid w:val="003200BE"/>
    <w:rsid w:val="00337E82"/>
    <w:rsid w:val="003404AD"/>
    <w:rsid w:val="00346FDC"/>
    <w:rsid w:val="003504E4"/>
    <w:rsid w:val="00350BB1"/>
    <w:rsid w:val="00352AEB"/>
    <w:rsid w:val="00352C83"/>
    <w:rsid w:val="0035770B"/>
    <w:rsid w:val="00365CD6"/>
    <w:rsid w:val="00366805"/>
    <w:rsid w:val="003675BB"/>
    <w:rsid w:val="0037067D"/>
    <w:rsid w:val="00373436"/>
    <w:rsid w:val="00381BE8"/>
    <w:rsid w:val="0038735B"/>
    <w:rsid w:val="003916D1"/>
    <w:rsid w:val="00394DEF"/>
    <w:rsid w:val="003A21F0"/>
    <w:rsid w:val="003A277F"/>
    <w:rsid w:val="003A58BA"/>
    <w:rsid w:val="003A5AE7"/>
    <w:rsid w:val="003A7221"/>
    <w:rsid w:val="003B3493"/>
    <w:rsid w:val="003C13AE"/>
    <w:rsid w:val="003D2E73"/>
    <w:rsid w:val="003D71B0"/>
    <w:rsid w:val="003E72B6"/>
    <w:rsid w:val="003E7BBE"/>
    <w:rsid w:val="004111BD"/>
    <w:rsid w:val="004127E3"/>
    <w:rsid w:val="00414D7D"/>
    <w:rsid w:val="004163E0"/>
    <w:rsid w:val="0043212E"/>
    <w:rsid w:val="00434366"/>
    <w:rsid w:val="00434ECE"/>
    <w:rsid w:val="00444423"/>
    <w:rsid w:val="00445256"/>
    <w:rsid w:val="004502EB"/>
    <w:rsid w:val="00452F3E"/>
    <w:rsid w:val="004640AE"/>
    <w:rsid w:val="004679E3"/>
    <w:rsid w:val="00475172"/>
    <w:rsid w:val="004758B0"/>
    <w:rsid w:val="004832D2"/>
    <w:rsid w:val="00485559"/>
    <w:rsid w:val="00490E74"/>
    <w:rsid w:val="004A142B"/>
    <w:rsid w:val="004A3860"/>
    <w:rsid w:val="004A428A"/>
    <w:rsid w:val="004A44E8"/>
    <w:rsid w:val="004A581D"/>
    <w:rsid w:val="004A7706"/>
    <w:rsid w:val="004A77E3"/>
    <w:rsid w:val="004B29B7"/>
    <w:rsid w:val="004B464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932"/>
    <w:rsid w:val="004F41C6"/>
    <w:rsid w:val="004F5DC7"/>
    <w:rsid w:val="004F78DA"/>
    <w:rsid w:val="00502F9B"/>
    <w:rsid w:val="005145AB"/>
    <w:rsid w:val="00520E9A"/>
    <w:rsid w:val="005240E7"/>
    <w:rsid w:val="00524317"/>
    <w:rsid w:val="005248C1"/>
    <w:rsid w:val="005258AD"/>
    <w:rsid w:val="00526134"/>
    <w:rsid w:val="00526178"/>
    <w:rsid w:val="005405B2"/>
    <w:rsid w:val="005427C8"/>
    <w:rsid w:val="005446D1"/>
    <w:rsid w:val="005514F7"/>
    <w:rsid w:val="00552AD2"/>
    <w:rsid w:val="00556C4C"/>
    <w:rsid w:val="00557369"/>
    <w:rsid w:val="00557C4A"/>
    <w:rsid w:val="00557E74"/>
    <w:rsid w:val="00564ADD"/>
    <w:rsid w:val="005708EB"/>
    <w:rsid w:val="00575BC6"/>
    <w:rsid w:val="00583902"/>
    <w:rsid w:val="005877DE"/>
    <w:rsid w:val="00595E11"/>
    <w:rsid w:val="005A1D70"/>
    <w:rsid w:val="005A3AA5"/>
    <w:rsid w:val="005A6AF3"/>
    <w:rsid w:val="005A6C9C"/>
    <w:rsid w:val="005A74DC"/>
    <w:rsid w:val="005B3738"/>
    <w:rsid w:val="005B5146"/>
    <w:rsid w:val="005D1AFD"/>
    <w:rsid w:val="005D3406"/>
    <w:rsid w:val="005E51E6"/>
    <w:rsid w:val="005E6156"/>
    <w:rsid w:val="005F027A"/>
    <w:rsid w:val="005F33CC"/>
    <w:rsid w:val="005F771F"/>
    <w:rsid w:val="00607FAC"/>
    <w:rsid w:val="006121D4"/>
    <w:rsid w:val="00613B49"/>
    <w:rsid w:val="00615134"/>
    <w:rsid w:val="00616845"/>
    <w:rsid w:val="00620E8E"/>
    <w:rsid w:val="00633CFE"/>
    <w:rsid w:val="00634FCA"/>
    <w:rsid w:val="006429BF"/>
    <w:rsid w:val="00643A16"/>
    <w:rsid w:val="00643D1B"/>
    <w:rsid w:val="006452B8"/>
    <w:rsid w:val="006464A5"/>
    <w:rsid w:val="00652E62"/>
    <w:rsid w:val="00660C7A"/>
    <w:rsid w:val="00664DF5"/>
    <w:rsid w:val="00676425"/>
    <w:rsid w:val="00686A49"/>
    <w:rsid w:val="00687B62"/>
    <w:rsid w:val="00690C44"/>
    <w:rsid w:val="006966B9"/>
    <w:rsid w:val="006969D9"/>
    <w:rsid w:val="006A2B68"/>
    <w:rsid w:val="006A3F8A"/>
    <w:rsid w:val="006C2D5F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64"/>
    <w:rsid w:val="00743968"/>
    <w:rsid w:val="007444CF"/>
    <w:rsid w:val="00752C75"/>
    <w:rsid w:val="00757005"/>
    <w:rsid w:val="00761DBE"/>
    <w:rsid w:val="0076523B"/>
    <w:rsid w:val="00765BE9"/>
    <w:rsid w:val="00771B60"/>
    <w:rsid w:val="00772306"/>
    <w:rsid w:val="0078082E"/>
    <w:rsid w:val="00781D77"/>
    <w:rsid w:val="00783549"/>
    <w:rsid w:val="007860B7"/>
    <w:rsid w:val="00786DC8"/>
    <w:rsid w:val="007922A4"/>
    <w:rsid w:val="007A300D"/>
    <w:rsid w:val="007D5A78"/>
    <w:rsid w:val="007E17F3"/>
    <w:rsid w:val="007E3BD1"/>
    <w:rsid w:val="007F1563"/>
    <w:rsid w:val="007F1EB2"/>
    <w:rsid w:val="007F44DB"/>
    <w:rsid w:val="007F5A8B"/>
    <w:rsid w:val="00813629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0B36"/>
    <w:rsid w:val="00851BE5"/>
    <w:rsid w:val="008545EB"/>
    <w:rsid w:val="00854A89"/>
    <w:rsid w:val="00857792"/>
    <w:rsid w:val="008618FF"/>
    <w:rsid w:val="00865011"/>
    <w:rsid w:val="00886790"/>
    <w:rsid w:val="008908DE"/>
    <w:rsid w:val="00893711"/>
    <w:rsid w:val="0089772E"/>
    <w:rsid w:val="008A12ED"/>
    <w:rsid w:val="008A1E95"/>
    <w:rsid w:val="008A39D3"/>
    <w:rsid w:val="008A3F67"/>
    <w:rsid w:val="008A479A"/>
    <w:rsid w:val="008B0E7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3592E"/>
    <w:rsid w:val="00944C09"/>
    <w:rsid w:val="009527CB"/>
    <w:rsid w:val="00953835"/>
    <w:rsid w:val="00955583"/>
    <w:rsid w:val="00960F6C"/>
    <w:rsid w:val="00966E90"/>
    <w:rsid w:val="00970747"/>
    <w:rsid w:val="00976CC8"/>
    <w:rsid w:val="00976D3E"/>
    <w:rsid w:val="0099334D"/>
    <w:rsid w:val="00996EE9"/>
    <w:rsid w:val="00997BFC"/>
    <w:rsid w:val="009A2047"/>
    <w:rsid w:val="009A5900"/>
    <w:rsid w:val="009A6E6C"/>
    <w:rsid w:val="009A6F3F"/>
    <w:rsid w:val="009B246C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2C03"/>
    <w:rsid w:val="00A12E27"/>
    <w:rsid w:val="00A13052"/>
    <w:rsid w:val="00A1494E"/>
    <w:rsid w:val="00A216A8"/>
    <w:rsid w:val="00A223A6"/>
    <w:rsid w:val="00A31A0A"/>
    <w:rsid w:val="00A3639E"/>
    <w:rsid w:val="00A414E3"/>
    <w:rsid w:val="00A50469"/>
    <w:rsid w:val="00A5092E"/>
    <w:rsid w:val="00A554D6"/>
    <w:rsid w:val="00A56E14"/>
    <w:rsid w:val="00A5719B"/>
    <w:rsid w:val="00A6476B"/>
    <w:rsid w:val="00A76C6C"/>
    <w:rsid w:val="00A87356"/>
    <w:rsid w:val="00A92DD1"/>
    <w:rsid w:val="00AA31EE"/>
    <w:rsid w:val="00AA5338"/>
    <w:rsid w:val="00AA5522"/>
    <w:rsid w:val="00AB1B8E"/>
    <w:rsid w:val="00AB28B7"/>
    <w:rsid w:val="00AB5133"/>
    <w:rsid w:val="00AC0696"/>
    <w:rsid w:val="00AC0FA0"/>
    <w:rsid w:val="00AC4C98"/>
    <w:rsid w:val="00AC5F6B"/>
    <w:rsid w:val="00AD3896"/>
    <w:rsid w:val="00AD4F54"/>
    <w:rsid w:val="00AD5B47"/>
    <w:rsid w:val="00AE1ED9"/>
    <w:rsid w:val="00AE32CB"/>
    <w:rsid w:val="00AF2C3F"/>
    <w:rsid w:val="00AF3957"/>
    <w:rsid w:val="00B0027E"/>
    <w:rsid w:val="00B0712C"/>
    <w:rsid w:val="00B12013"/>
    <w:rsid w:val="00B217AD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66E18"/>
    <w:rsid w:val="00B746B9"/>
    <w:rsid w:val="00B82231"/>
    <w:rsid w:val="00B848D4"/>
    <w:rsid w:val="00B865B7"/>
    <w:rsid w:val="00BA029E"/>
    <w:rsid w:val="00BA13AC"/>
    <w:rsid w:val="00BA1CB1"/>
    <w:rsid w:val="00BA4178"/>
    <w:rsid w:val="00BA482D"/>
    <w:rsid w:val="00BB1755"/>
    <w:rsid w:val="00BB23F4"/>
    <w:rsid w:val="00BB500E"/>
    <w:rsid w:val="00BC5075"/>
    <w:rsid w:val="00BC5419"/>
    <w:rsid w:val="00BD1A37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26AD"/>
    <w:rsid w:val="00C43DFA"/>
    <w:rsid w:val="00C47447"/>
    <w:rsid w:val="00C578E9"/>
    <w:rsid w:val="00C70626"/>
    <w:rsid w:val="00C7108D"/>
    <w:rsid w:val="00C72860"/>
    <w:rsid w:val="00C73582"/>
    <w:rsid w:val="00C73B90"/>
    <w:rsid w:val="00C742EC"/>
    <w:rsid w:val="00C834FC"/>
    <w:rsid w:val="00C83719"/>
    <w:rsid w:val="00C84268"/>
    <w:rsid w:val="00C94E52"/>
    <w:rsid w:val="00C96AF3"/>
    <w:rsid w:val="00C97CCC"/>
    <w:rsid w:val="00CA0274"/>
    <w:rsid w:val="00CB1084"/>
    <w:rsid w:val="00CB746F"/>
    <w:rsid w:val="00CC0ACB"/>
    <w:rsid w:val="00CC451E"/>
    <w:rsid w:val="00CD2AB8"/>
    <w:rsid w:val="00CD31EA"/>
    <w:rsid w:val="00CD3E10"/>
    <w:rsid w:val="00CD4E9D"/>
    <w:rsid w:val="00CD4F4D"/>
    <w:rsid w:val="00CE5C4F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687E"/>
    <w:rsid w:val="00D70DE8"/>
    <w:rsid w:val="00D71E43"/>
    <w:rsid w:val="00D727F3"/>
    <w:rsid w:val="00D73695"/>
    <w:rsid w:val="00D810DE"/>
    <w:rsid w:val="00D81F66"/>
    <w:rsid w:val="00D87D32"/>
    <w:rsid w:val="00D91188"/>
    <w:rsid w:val="00D92C83"/>
    <w:rsid w:val="00D9478D"/>
    <w:rsid w:val="00D96F32"/>
    <w:rsid w:val="00DA0A81"/>
    <w:rsid w:val="00DA3C10"/>
    <w:rsid w:val="00DA53B5"/>
    <w:rsid w:val="00DA662B"/>
    <w:rsid w:val="00DA6AC7"/>
    <w:rsid w:val="00DB477D"/>
    <w:rsid w:val="00DC1D69"/>
    <w:rsid w:val="00DC2AC7"/>
    <w:rsid w:val="00DC5A3A"/>
    <w:rsid w:val="00DD0726"/>
    <w:rsid w:val="00DE5CD4"/>
    <w:rsid w:val="00DF02D5"/>
    <w:rsid w:val="00E13E42"/>
    <w:rsid w:val="00E16200"/>
    <w:rsid w:val="00E22DE5"/>
    <w:rsid w:val="00E238E6"/>
    <w:rsid w:val="00E35064"/>
    <w:rsid w:val="00E3681D"/>
    <w:rsid w:val="00E40225"/>
    <w:rsid w:val="00E501F0"/>
    <w:rsid w:val="00E5304E"/>
    <w:rsid w:val="00E6166D"/>
    <w:rsid w:val="00E64670"/>
    <w:rsid w:val="00E80A5A"/>
    <w:rsid w:val="00E85B0C"/>
    <w:rsid w:val="00E91BFF"/>
    <w:rsid w:val="00E92933"/>
    <w:rsid w:val="00E94FAD"/>
    <w:rsid w:val="00E96493"/>
    <w:rsid w:val="00EA408F"/>
    <w:rsid w:val="00EB0AA4"/>
    <w:rsid w:val="00EB5C88"/>
    <w:rsid w:val="00EC0469"/>
    <w:rsid w:val="00EC0A6C"/>
    <w:rsid w:val="00EC1089"/>
    <w:rsid w:val="00EC56F9"/>
    <w:rsid w:val="00ED037F"/>
    <w:rsid w:val="00ED4091"/>
    <w:rsid w:val="00EF01F8"/>
    <w:rsid w:val="00EF40EF"/>
    <w:rsid w:val="00EF47FE"/>
    <w:rsid w:val="00EF6B8D"/>
    <w:rsid w:val="00F069BD"/>
    <w:rsid w:val="00F1480E"/>
    <w:rsid w:val="00F1497D"/>
    <w:rsid w:val="00F16AAC"/>
    <w:rsid w:val="00F26453"/>
    <w:rsid w:val="00F31532"/>
    <w:rsid w:val="00F31E01"/>
    <w:rsid w:val="00F33FF2"/>
    <w:rsid w:val="00F408D4"/>
    <w:rsid w:val="00F438FC"/>
    <w:rsid w:val="00F44202"/>
    <w:rsid w:val="00F5616F"/>
    <w:rsid w:val="00F56451"/>
    <w:rsid w:val="00F56827"/>
    <w:rsid w:val="00F61646"/>
    <w:rsid w:val="00F62866"/>
    <w:rsid w:val="00F65EF0"/>
    <w:rsid w:val="00F71651"/>
    <w:rsid w:val="00F75711"/>
    <w:rsid w:val="00F76191"/>
    <w:rsid w:val="00F76CC6"/>
    <w:rsid w:val="00F775FC"/>
    <w:rsid w:val="00F8292C"/>
    <w:rsid w:val="00F83848"/>
    <w:rsid w:val="00F83D7C"/>
    <w:rsid w:val="00F87526"/>
    <w:rsid w:val="00FA12BB"/>
    <w:rsid w:val="00FB232E"/>
    <w:rsid w:val="00FD02C5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37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4AFF3-6DEE-41F3-9361-2F2E29B5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521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63</cp:revision>
  <cp:lastPrinted>2020-02-03T00:15:00Z</cp:lastPrinted>
  <dcterms:created xsi:type="dcterms:W3CDTF">2019-07-21T23:08:00Z</dcterms:created>
  <dcterms:modified xsi:type="dcterms:W3CDTF">2020-02-05T22:28:00Z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